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88C" w14:textId="1E6A1AF8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54B9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39940F4C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DICHIARAZIONE INTEGRATIVA DEI REQUISITI DI CARATTERE GENERALE </w:t>
      </w:r>
    </w:p>
    <w:p w14:paraId="20AF2262" w14:textId="77777777" w:rsidR="001F54B9" w:rsidRDefault="00C32A89" w:rsidP="001F54B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7BE29AF1" w:rsidR="00D23627" w:rsidRPr="001F54B9" w:rsidRDefault="006D0764" w:rsidP="001F54B9">
      <w:pPr>
        <w:spacing w:before="100"/>
      </w:pPr>
      <w:r w:rsidRPr="006D0764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6D076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bCs/>
          <w:sz w:val="22"/>
          <w:szCs w:val="22"/>
        </w:rPr>
      </w:r>
      <w:r w:rsidR="00BF73CA">
        <w:rPr>
          <w:rFonts w:ascii="Arial" w:hAnsi="Arial" w:cs="Arial"/>
          <w:bCs/>
          <w:sz w:val="22"/>
          <w:szCs w:val="22"/>
        </w:rPr>
        <w:fldChar w:fldCharType="separate"/>
      </w:r>
      <w:r w:rsidRPr="006D0764">
        <w:rPr>
          <w:rFonts w:ascii="Arial" w:hAnsi="Arial" w:cs="Arial"/>
          <w:sz w:val="22"/>
          <w:szCs w:val="22"/>
        </w:rPr>
        <w:fldChar w:fldCharType="end"/>
      </w:r>
      <w:r w:rsidR="001F54B9">
        <w:rPr>
          <w:rFonts w:ascii="Arial" w:hAnsi="Arial" w:cs="Arial"/>
          <w:sz w:val="22"/>
          <w:szCs w:val="22"/>
        </w:rPr>
        <w:t xml:space="preserve"> professionista singolo 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bCs/>
          <w:sz w:val="22"/>
          <w:szCs w:val="22"/>
        </w:rPr>
      </w:r>
      <w:r w:rsidR="00BF73CA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001BA417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bCs/>
          <w:sz w:val="22"/>
          <w:szCs w:val="22"/>
        </w:rPr>
      </w:r>
      <w:r w:rsidR="00BF73CA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50B21731" w14:textId="357425B9" w:rsidR="00D23627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3D80C97" w14:textId="77777777" w:rsidR="00D57133" w:rsidRDefault="00D57133">
      <w:pPr>
        <w:tabs>
          <w:tab w:val="left" w:pos="360"/>
        </w:tabs>
        <w:spacing w:before="100" w:after="100"/>
      </w:pPr>
    </w:p>
    <w:p w14:paraId="17CB7EF6" w14:textId="72D7AAD8" w:rsidR="00D23627" w:rsidRPr="00123814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2BF1B384" w:rsidR="00D23627" w:rsidRDefault="00B47F61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sz w:val="22"/>
          <w:szCs w:val="22"/>
        </w:rPr>
      </w:r>
      <w:r w:rsidR="00BF73CA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professionista singolo (art. </w:t>
      </w:r>
      <w:r w:rsidR="00C82B7B" w:rsidRPr="6137A78A">
        <w:rPr>
          <w:rFonts w:ascii="Arial" w:hAnsi="Arial" w:cs="Arial"/>
          <w:sz w:val="22"/>
          <w:szCs w:val="22"/>
        </w:rPr>
        <w:t>66</w:t>
      </w:r>
      <w:r w:rsidR="00C32A89" w:rsidRPr="6137A78A">
        <w:rPr>
          <w:rFonts w:ascii="Arial" w:hAnsi="Arial" w:cs="Arial"/>
          <w:sz w:val="22"/>
          <w:szCs w:val="22"/>
        </w:rPr>
        <w:t xml:space="preserve"> co. 1 lett. a);</w:t>
      </w:r>
    </w:p>
    <w:p w14:paraId="470C4F1A" w14:textId="36BCD653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sz w:val="22"/>
          <w:szCs w:val="22"/>
        </w:rPr>
      </w:r>
      <w:r w:rsidR="00BF73CA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professionisti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b);</w:t>
      </w:r>
    </w:p>
    <w:p w14:paraId="3E437A61" w14:textId="444F715D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sz w:val="22"/>
          <w:szCs w:val="22"/>
        </w:rPr>
      </w:r>
      <w:r w:rsidR="00BF73CA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ingegneria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c);</w:t>
      </w:r>
    </w:p>
    <w:p w14:paraId="7A1C078A" w14:textId="755DC455" w:rsidR="00DE3D51" w:rsidRDefault="00DE3D51" w:rsidP="00DE3D51">
      <w:pPr>
        <w:tabs>
          <w:tab w:val="left" w:pos="360"/>
        </w:tabs>
        <w:spacing w:after="20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bCs/>
          <w:sz w:val="22"/>
          <w:szCs w:val="22"/>
        </w:rPr>
      </w:r>
      <w:r w:rsidR="00BF73CA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05DF3E0" w:rsidR="00DE3D51" w:rsidRDefault="00DE3D51" w:rsidP="00DE3D51">
      <w:pPr>
        <w:tabs>
          <w:tab w:val="left" w:pos="360"/>
        </w:tabs>
        <w:spacing w:after="200"/>
        <w:ind w:left="360"/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bCs/>
          <w:sz w:val="22"/>
          <w:szCs w:val="22"/>
        </w:rPr>
      </w:r>
      <w:r w:rsidR="00BF73CA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BF73CA">
        <w:rPr>
          <w:rFonts w:ascii="Arial" w:hAnsi="Arial" w:cs="Arial"/>
          <w:sz w:val="22"/>
          <w:szCs w:val="22"/>
        </w:rPr>
      </w:r>
      <w:r w:rsidR="00BF73CA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 w:rsidRPr="6137A78A">
        <w:rPr>
          <w:rFonts w:ascii="Arial" w:hAnsi="Arial" w:cs="Arial"/>
          <w:sz w:val="22"/>
          <w:szCs w:val="22"/>
        </w:rPr>
        <w:t xml:space="preserve"> consorzio stabile di società di professionisti e di società di ingegneria (art. </w:t>
      </w:r>
      <w:r w:rsidR="00DE3D51"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 xml:space="preserve">6 co. 1 lett. </w:t>
      </w:r>
      <w:r w:rsidR="00DE3D51" w:rsidRPr="6137A78A">
        <w:rPr>
          <w:rFonts w:ascii="Arial" w:hAnsi="Arial" w:cs="Arial"/>
          <w:sz w:val="22"/>
          <w:szCs w:val="22"/>
        </w:rPr>
        <w:t>g</w:t>
      </w:r>
      <w:r w:rsidR="00C32A89" w:rsidRPr="6137A78A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123814">
      <w:pPr>
        <w:numPr>
          <w:ilvl w:val="0"/>
          <w:numId w:val="6"/>
        </w:numPr>
        <w:tabs>
          <w:tab w:val="left" w:pos="-731"/>
        </w:tabs>
        <w:spacing w:after="200"/>
      </w:pPr>
      <w:r>
        <w:rPr>
          <w:rFonts w:ascii="Arial" w:hAnsi="Arial" w:cs="Arial"/>
          <w:b/>
          <w:i/>
          <w:sz w:val="22"/>
          <w:szCs w:val="22"/>
        </w:rPr>
        <w:t xml:space="preserve">(per professionisti associati) </w:t>
      </w:r>
    </w:p>
    <w:p w14:paraId="29DAD726" w14:textId="3DE5A859" w:rsidR="00D23627" w:rsidRPr="001F7B76" w:rsidRDefault="00C32A89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ingegneria)</w:t>
      </w:r>
    </w:p>
    <w:p w14:paraId="45DA0817" w14:textId="33A2CAEC" w:rsidR="00D23627" w:rsidRDefault="00C32A89" w:rsidP="0ACCF79E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all’albo 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 xml:space="preserve"> al n°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62C979FA" w:rsidRPr="0ACCF79E">
        <w:rPr>
          <w:rFonts w:ascii="Arial" w:hAnsi="Arial" w:cs="Arial"/>
          <w:sz w:val="22"/>
          <w:szCs w:val="22"/>
        </w:rPr>
        <w:t> ;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</w:p>
    <w:p w14:paraId="7E7FF260" w14:textId="699F1241" w:rsidR="0099467D" w:rsidRPr="001F54B9" w:rsidRDefault="00C32A89" w:rsidP="001F54B9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  <w:r w:rsidR="001F54B9">
        <w:t>.</w:t>
      </w:r>
    </w:p>
    <w:p w14:paraId="03CC812C" w14:textId="28354EE4" w:rsidR="00D23627" w:rsidRPr="0099467D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professionisti)</w:t>
      </w:r>
    </w:p>
    <w:p w14:paraId="57841979" w14:textId="553E84F9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19018D5B" w14:textId="37C66D2D" w:rsidR="00D23627" w:rsidRPr="001F54B9" w:rsidRDefault="00C32A89" w:rsidP="001F54B9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d.lgs. 36/2023 </w:t>
      </w:r>
      <w:r w:rsidRPr="00C32A89">
        <w:rPr>
          <w:rFonts w:ascii="Arial" w:hAnsi="Arial" w:cs="Arial"/>
          <w:sz w:val="22"/>
          <w:szCs w:val="22"/>
        </w:rPr>
        <w:t xml:space="preserve">comprendente i soggetti direttamente impiegati nello svolgimento di funzioni professionali e tecniche, nonché di controllo e qualità, è allegato alla presente dichiarazione </w:t>
      </w:r>
      <w:proofErr w:type="spellStart"/>
      <w:r w:rsidRPr="00C32A89">
        <w:rPr>
          <w:rFonts w:ascii="Arial" w:hAnsi="Arial" w:cs="Arial"/>
          <w:sz w:val="22"/>
          <w:szCs w:val="22"/>
        </w:rPr>
        <w:t>integ</w:t>
      </w:r>
      <w:r w:rsidR="001F54B9">
        <w:rPr>
          <w:rFonts w:ascii="Arial" w:hAnsi="Arial" w:cs="Arial"/>
          <w:sz w:val="22"/>
          <w:szCs w:val="22"/>
        </w:rPr>
        <w:t>ativa</w:t>
      </w:r>
      <w:proofErr w:type="spellEnd"/>
      <w:r w:rsidR="001F54B9">
        <w:rPr>
          <w:rFonts w:ascii="Arial" w:hAnsi="Arial" w:cs="Arial"/>
          <w:sz w:val="22"/>
          <w:szCs w:val="22"/>
        </w:rPr>
        <w:t>.</w:t>
      </w:r>
    </w:p>
    <w:p w14:paraId="569CB7D8" w14:textId="77777777" w:rsidR="00DE3D51" w:rsidRPr="00DE3D51" w:rsidRDefault="00DE3D51">
      <w:pPr>
        <w:ind w:left="426" w:hanging="426"/>
        <w:rPr>
          <w:rFonts w:ascii="Arial" w:hAnsi="Arial" w:cs="Arial"/>
          <w:b/>
          <w:i/>
          <w:sz w:val="22"/>
          <w:szCs w:val="22"/>
        </w:rPr>
      </w:pPr>
    </w:p>
    <w:p w14:paraId="6DAC32FD" w14:textId="4201B7FF" w:rsidR="00DE3D51" w:rsidRDefault="00DE3D51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(per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DE3D51">
        <w:rPr>
          <w:rFonts w:ascii="Arial" w:hAnsi="Arial" w:cs="Arial"/>
          <w:b/>
          <w:i/>
          <w:sz w:val="22"/>
          <w:szCs w:val="22"/>
        </w:rPr>
        <w:t>i prestatori di servizi di ingegneria e architettura stabiliti in altri Stati membri)</w:t>
      </w:r>
    </w:p>
    <w:p w14:paraId="64FB350D" w14:textId="0567A78D" w:rsidR="00DE3D51" w:rsidRDefault="00DE3D51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prestatore di servizio e le relative iscrizione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0A89D69E" w14:textId="77777777" w:rsidR="00DE3D51" w:rsidRPr="00DE3D51" w:rsidRDefault="00DE3D51" w:rsidP="00DE3D51">
      <w:pPr>
        <w:tabs>
          <w:tab w:val="left" w:pos="360"/>
        </w:tabs>
        <w:spacing w:before="100" w:after="100"/>
        <w:rPr>
          <w:rFonts w:ascii="Arial" w:hAnsi="Arial" w:cs="Arial"/>
          <w:b/>
          <w:i/>
          <w:sz w:val="22"/>
          <w:szCs w:val="22"/>
        </w:rPr>
      </w:pPr>
    </w:p>
    <w:p w14:paraId="3881BEFE" w14:textId="6311AAEA" w:rsidR="00DE3D51" w:rsidRDefault="00DE3D51" w:rsidP="00DE3D51">
      <w:pPr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lastRenderedPageBreak/>
        <w:t>VI</w:t>
      </w:r>
      <w:r w:rsidR="00D57133">
        <w:rPr>
          <w:rFonts w:ascii="Arial" w:hAnsi="Arial" w:cs="Arial"/>
          <w:b/>
          <w:i/>
          <w:sz w:val="22"/>
          <w:szCs w:val="22"/>
        </w:rPr>
        <w:t>I</w:t>
      </w:r>
      <w:r w:rsidRPr="00DE3D51">
        <w:rPr>
          <w:rFonts w:ascii="Arial" w:hAnsi="Arial" w:cs="Arial"/>
          <w:b/>
          <w:i/>
          <w:sz w:val="22"/>
          <w:szCs w:val="22"/>
        </w:rPr>
        <w:t>. (per gli altri soggetti abilitati in forza del diritto nazionale a offrire sul mercato servizi di ingegneria e di architettura)</w:t>
      </w:r>
    </w:p>
    <w:p w14:paraId="2E0E3076" w14:textId="77777777" w:rsidR="00123814" w:rsidRPr="00DE3D51" w:rsidRDefault="00123814" w:rsidP="00DE3D51">
      <w:pPr>
        <w:rPr>
          <w:rFonts w:ascii="Arial" w:hAnsi="Arial" w:cs="Arial"/>
          <w:b/>
          <w:i/>
          <w:sz w:val="22"/>
          <w:szCs w:val="22"/>
        </w:rPr>
      </w:pPr>
    </w:p>
    <w:p w14:paraId="06102251" w14:textId="32964F83" w:rsidR="00123814" w:rsidRDefault="00123814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B80F7E5" w14:textId="27426FD6" w:rsidR="002E18C0" w:rsidRPr="001F54B9" w:rsidRDefault="002E18C0" w:rsidP="001F54B9">
      <w:pPr>
        <w:numPr>
          <w:ilvl w:val="0"/>
          <w:numId w:val="2"/>
        </w:numPr>
        <w:tabs>
          <w:tab w:val="left" w:pos="284"/>
          <w:tab w:val="left" w:pos="851"/>
        </w:tabs>
        <w:spacing w:before="100" w:after="100"/>
        <w:ind w:left="851" w:hanging="425"/>
      </w:pPr>
      <w:r>
        <w:rPr>
          <w:rFonts w:ascii="Arial" w:hAnsi="Arial" w:cs="Arial"/>
          <w:sz w:val="22"/>
          <w:szCs w:val="22"/>
        </w:rPr>
        <w:t>che l’organigramma aggiornato ai sensi dell’art. 37 dell’allegato II.12 del d.lgs. 36/2023 comprendente i soggetti direttamente impiegati nello svolgimento di funzioni professionali e tecniche, nonché di controllo e qualità, è allegato alla presente dichiarazione integra</w:t>
      </w:r>
      <w:r w:rsidR="001F54B9">
        <w:rPr>
          <w:rFonts w:ascii="Arial" w:hAnsi="Arial" w:cs="Arial"/>
          <w:sz w:val="22"/>
          <w:szCs w:val="22"/>
        </w:rPr>
        <w:t>t</w:t>
      </w:r>
      <w:r w:rsidR="0066369B">
        <w:rPr>
          <w:rFonts w:ascii="Arial" w:hAnsi="Arial" w:cs="Arial"/>
          <w:sz w:val="22"/>
          <w:szCs w:val="22"/>
        </w:rPr>
        <w:t>i</w:t>
      </w:r>
      <w:r w:rsidR="001F54B9">
        <w:rPr>
          <w:rFonts w:ascii="Arial" w:hAnsi="Arial" w:cs="Arial"/>
          <w:sz w:val="22"/>
          <w:szCs w:val="22"/>
        </w:rPr>
        <w:t>va.</w:t>
      </w:r>
    </w:p>
    <w:p w14:paraId="6B98A64F" w14:textId="77777777" w:rsidR="00D23627" w:rsidRDefault="00D23627">
      <w:pPr>
        <w:ind w:left="426"/>
        <w:rPr>
          <w:rFonts w:ascii="Arial" w:hAnsi="Arial" w:cs="Arial"/>
          <w:sz w:val="22"/>
          <w:szCs w:val="22"/>
        </w:rPr>
      </w:pPr>
    </w:p>
    <w:p w14:paraId="4A9AECF1" w14:textId="3F72B2CA" w:rsidR="00D23627" w:rsidRDefault="00C32A89" w:rsidP="00D32A34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</w:p>
    <w:p w14:paraId="3480B27E" w14:textId="77777777" w:rsidR="00D23627" w:rsidRDefault="00C32A89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BAA1986" w14:textId="7849D02B" w:rsidR="00D23627" w:rsidRDefault="00D23627"/>
    <w:sectPr w:rsidR="00D23627" w:rsidSect="00D57133">
      <w:headerReference w:type="default" r:id="rId11"/>
      <w:footerReference w:type="default" r:id="rId12"/>
      <w:headerReference w:type="first" r:id="rId13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F217" w14:textId="77777777" w:rsidR="00AE1028" w:rsidRDefault="00C32A89">
      <w:r>
        <w:separator/>
      </w:r>
    </w:p>
  </w:endnote>
  <w:endnote w:type="continuationSeparator" w:id="0">
    <w:p w14:paraId="7D636859" w14:textId="77777777" w:rsidR="00AE1028" w:rsidRDefault="00C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C75E" w14:textId="77777777" w:rsidR="004078B7" w:rsidRDefault="00BF73CA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</w:p>
  <w:p w14:paraId="769D67B7" w14:textId="412C90CD" w:rsidR="004078B7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F54B9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F54B9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4078B7" w:rsidRDefault="00BF73CA">
    <w:pPr>
      <w:pStyle w:val="Pidipa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FFA0" w14:textId="77777777" w:rsidR="00AE1028" w:rsidRDefault="00C32A89">
      <w:r>
        <w:rPr>
          <w:color w:val="000000"/>
        </w:rPr>
        <w:separator/>
      </w:r>
    </w:p>
  </w:footnote>
  <w:footnote w:type="continuationSeparator" w:id="0">
    <w:p w14:paraId="638FFEFC" w14:textId="77777777" w:rsidR="00AE1028" w:rsidRDefault="00C32A89">
      <w:r>
        <w:continuationSeparator/>
      </w:r>
    </w:p>
  </w:footnote>
  <w:footnote w:id="1">
    <w:p w14:paraId="215FFAFF" w14:textId="77777777" w:rsidR="00D23627" w:rsidRDefault="00C32A89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A2CDF07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2674F9F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0A569B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14D48EA9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3971977A" w14:textId="77777777" w:rsidR="00D23627" w:rsidRDefault="00D2362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58DF" w14:textId="1BC0E388" w:rsidR="004078B7" w:rsidRDefault="00BF73CA">
    <w:pPr>
      <w:pStyle w:val="Intestazione"/>
      <w:pBdr>
        <w:bottom w:val="single" w:sz="4" w:space="1" w:color="BFBFBF"/>
      </w:pBd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4FCB" w14:textId="49C26A3B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 w:rsidRPr="00E147DE">
      <w:rPr>
        <w:rFonts w:ascii="Arial" w:hAnsi="Arial" w:cs="Arial"/>
        <w:sz w:val="20"/>
        <w:szCs w:val="20"/>
        <w:highlight w:val="yellow"/>
      </w:rPr>
      <w:t xml:space="preserve">Allegato </w:t>
    </w:r>
    <w:r w:rsidR="00BF73CA">
      <w:rPr>
        <w:rFonts w:ascii="Arial" w:hAnsi="Arial" w:cs="Arial"/>
        <w:sz w:val="20"/>
        <w:szCs w:val="20"/>
      </w:rPr>
      <w:t>III</w:t>
    </w:r>
  </w:p>
  <w:p w14:paraId="02CB0D58" w14:textId="7D2F32B8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sz w:val="16"/>
        <w:szCs w:val="16"/>
        <w:lang w:eastAsia="en-US"/>
      </w:rPr>
      <w:t xml:space="preserve">Dichiarazione integrativa </w:t>
    </w:r>
  </w:p>
  <w:p w14:paraId="3D9EDBCE" w14:textId="77777777" w:rsidR="00D57133" w:rsidRDefault="00D571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DDC43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136734">
    <w:abstractNumId w:val="5"/>
  </w:num>
  <w:num w:numId="2" w16cid:durableId="1314874036">
    <w:abstractNumId w:val="1"/>
  </w:num>
  <w:num w:numId="3" w16cid:durableId="1509371055">
    <w:abstractNumId w:val="2"/>
  </w:num>
  <w:num w:numId="4" w16cid:durableId="925769850">
    <w:abstractNumId w:val="4"/>
  </w:num>
  <w:num w:numId="5" w16cid:durableId="1607889425">
    <w:abstractNumId w:val="3"/>
  </w:num>
  <w:num w:numId="6" w16cid:durableId="188490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123814"/>
    <w:rsid w:val="0015590F"/>
    <w:rsid w:val="001F54B9"/>
    <w:rsid w:val="001F7B76"/>
    <w:rsid w:val="00205943"/>
    <w:rsid w:val="002E18C0"/>
    <w:rsid w:val="00614591"/>
    <w:rsid w:val="0066369B"/>
    <w:rsid w:val="006D0764"/>
    <w:rsid w:val="0099467D"/>
    <w:rsid w:val="00AE1028"/>
    <w:rsid w:val="00B47F61"/>
    <w:rsid w:val="00BF73CA"/>
    <w:rsid w:val="00C32A89"/>
    <w:rsid w:val="00C82B7B"/>
    <w:rsid w:val="00D23627"/>
    <w:rsid w:val="00D32A34"/>
    <w:rsid w:val="00D57133"/>
    <w:rsid w:val="00DE3D51"/>
    <w:rsid w:val="00E147DE"/>
    <w:rsid w:val="0ACCF79E"/>
    <w:rsid w:val="257317A4"/>
    <w:rsid w:val="2DB21AE3"/>
    <w:rsid w:val="3FB79DE5"/>
    <w:rsid w:val="6137A78A"/>
    <w:rsid w:val="62C9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trs83h42h501y\OneDrive%20-%20agenziademanio.it\Document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2496F-BCA4-42AC-81D0-1EC2EEEF4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88678-c44c-4dd0-999d-c9ebb493dbfe"/>
    <ds:schemaRef ds:uri="c212508f-893e-4bd6-b59a-1ffe62b33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768E85-CBD8-45A0-9199-998A1DEEC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  <ds:schemaRef ds:uri="cc588678-c44c-4dd0-999d-c9ebb493db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11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GIGLIO ANNALISA</cp:lastModifiedBy>
  <cp:revision>8</cp:revision>
  <cp:lastPrinted>2019-04-26T06:38:00Z</cp:lastPrinted>
  <dcterms:created xsi:type="dcterms:W3CDTF">2023-09-15T11:18:00Z</dcterms:created>
  <dcterms:modified xsi:type="dcterms:W3CDTF">2023-09-25T13:12:00Z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0x0101008FF79D775915C74EAA5D879E9B50DD59</vt:lpwstr>
  </property>
  <property fmtid="{D5CDD505-2E9C-101B-9397-08002B2CF9AE}" pid="3" name="MediaServiceImageTags">
    <vt:lpwstr/>
  </property>
</Properties>
</file>